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44C1E6" w14:textId="40296CA9" w:rsidR="00CC4524" w:rsidRDefault="00CC4524" w:rsidP="00553DF6">
      <w:pPr>
        <w:pStyle w:val="Pis"/>
        <w:ind w:hanging="426"/>
        <w:rPr>
          <w:rFonts w:ascii="Times New Roman" w:hAnsi="Times New Roman" w:cs="Times New Roman"/>
          <w:b/>
          <w:bCs/>
          <w:sz w:val="24"/>
          <w:szCs w:val="24"/>
        </w:rPr>
      </w:pPr>
      <w:r w:rsidRPr="00BF30E6">
        <w:rPr>
          <w:rFonts w:ascii="Times New Roman" w:hAnsi="Times New Roman" w:cs="Times New Roman"/>
          <w:b/>
          <w:bCs/>
          <w:sz w:val="24"/>
          <w:szCs w:val="24"/>
        </w:rPr>
        <w:t>TAOTLUSVORM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- KULUDE HÜVITAMINE</w:t>
      </w:r>
    </w:p>
    <w:p w14:paraId="127C827E" w14:textId="1AE36F25" w:rsidR="00553DF6" w:rsidRDefault="00553DF6" w:rsidP="00553DF6">
      <w:pPr>
        <w:pStyle w:val="Pis"/>
        <w:ind w:hanging="426"/>
        <w:rPr>
          <w:rFonts w:ascii="Times New Roman" w:hAnsi="Times New Roman" w:cs="Times New Roman"/>
          <w:b/>
          <w:bCs/>
          <w:sz w:val="24"/>
          <w:szCs w:val="24"/>
        </w:rPr>
      </w:pPr>
    </w:p>
    <w:p w14:paraId="18EACA1A" w14:textId="77777777" w:rsidR="008933E0" w:rsidRDefault="00000000" w:rsidP="008933E0">
      <w:pPr>
        <w:pStyle w:val="Kontaktteave"/>
        <w:ind w:hanging="426"/>
        <w:rPr>
          <w:rFonts w:ascii="Times New Roman" w:hAnsi="Times New Roman" w:cs="Times New Roman"/>
          <w:sz w:val="24"/>
          <w:szCs w:val="24"/>
        </w:rPr>
      </w:pPr>
      <w:sdt>
        <w:sdtPr>
          <w:rPr>
            <w:rFonts w:ascii="Times New Roman" w:hAnsi="Times New Roman" w:cs="Times New Roman"/>
            <w:sz w:val="24"/>
            <w:szCs w:val="24"/>
          </w:rPr>
          <w:alias w:val="Sisestage oma nimi:"/>
          <w:tag w:val="Sisestage oma nimi:"/>
          <w:id w:val="670610259"/>
          <w:placeholder>
            <w:docPart w:val="E24ED94247064063AF90DA8C9B55B1AD"/>
          </w:placeholder>
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<w15:appearance w15:val="hidden"/>
          <w:text/>
        </w:sdtPr>
        <w:sdtContent>
          <w:r w:rsidR="008933E0">
            <w:rPr>
              <w:rFonts w:ascii="Times New Roman" w:hAnsi="Times New Roman" w:cs="Times New Roman"/>
              <w:sz w:val="24"/>
              <w:szCs w:val="24"/>
            </w:rPr>
            <w:t>Hiie Paas</w:t>
          </w:r>
        </w:sdtContent>
      </w:sdt>
    </w:p>
    <w:p w14:paraId="16EEC362" w14:textId="1C483375" w:rsidR="00553DF6" w:rsidRPr="00A5747E" w:rsidRDefault="00553DF6" w:rsidP="008933E0">
      <w:pPr>
        <w:pStyle w:val="Kontaktteave"/>
        <w:ind w:hanging="426"/>
        <w:rPr>
          <w:rFonts w:ascii="Times New Roman" w:hAnsi="Times New Roman" w:cs="Times New Roman"/>
          <w:sz w:val="24"/>
          <w:szCs w:val="24"/>
        </w:rPr>
      </w:pPr>
      <w:r w:rsidRPr="00A5747E">
        <w:rPr>
          <w:rFonts w:ascii="Times New Roman" w:hAnsi="Times New Roman" w:cs="Times New Roman"/>
          <w:sz w:val="24"/>
          <w:szCs w:val="24"/>
        </w:rPr>
        <w:t xml:space="preserve"> </w:t>
      </w:r>
      <w:r w:rsidR="008933E0">
        <w:rPr>
          <w:rFonts w:ascii="Times New Roman" w:hAnsi="Times New Roman" w:cs="Times New Roman"/>
          <w:sz w:val="24"/>
          <w:szCs w:val="24"/>
        </w:rPr>
        <w:t>MTÜ Pärnumaa Märjad Käpad</w:t>
      </w:r>
    </w:p>
    <w:p w14:paraId="60CA32CF" w14:textId="711C5D18" w:rsidR="00553DF6" w:rsidRPr="00A5747E" w:rsidRDefault="008933E0" w:rsidP="00553DF6">
      <w:pPr>
        <w:pStyle w:val="Kontaktteave"/>
        <w:ind w:hanging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Vee 6</w:t>
      </w:r>
    </w:p>
    <w:p w14:paraId="65372885" w14:textId="3B7D48A1" w:rsidR="008933E0" w:rsidRDefault="008933E0" w:rsidP="008933E0">
      <w:pPr>
        <w:pStyle w:val="Kontaktteave"/>
        <w:ind w:hanging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Virtsu, Lääneranna vald Pärnumaa</w:t>
      </w:r>
    </w:p>
    <w:p w14:paraId="5D72217C" w14:textId="36D7AACE" w:rsidR="008933E0" w:rsidRDefault="008933E0" w:rsidP="008933E0">
      <w:pPr>
        <w:pStyle w:val="Kontaktteave"/>
        <w:ind w:hanging="426"/>
        <w:rPr>
          <w:rFonts w:ascii="Times New Roman" w:hAnsi="Times New Roman" w:cs="Times New Roman"/>
          <w:sz w:val="24"/>
          <w:szCs w:val="24"/>
        </w:rPr>
      </w:pPr>
      <w:hyperlink r:id="rId8" w:history="1">
        <w:r w:rsidRPr="001A5D1F">
          <w:rPr>
            <w:rStyle w:val="Hperlink"/>
            <w:rFonts w:ascii="Times New Roman" w:hAnsi="Times New Roman" w:cs="Times New Roman"/>
            <w:sz w:val="24"/>
            <w:szCs w:val="24"/>
          </w:rPr>
          <w:t>Hiie.paas.002@gmail.com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/5131286</w:t>
      </w:r>
    </w:p>
    <w:p w14:paraId="11523D03" w14:textId="77777777" w:rsidR="008933E0" w:rsidRPr="008933E0" w:rsidRDefault="008933E0" w:rsidP="008933E0">
      <w:pPr>
        <w:pStyle w:val="Kontaktteave"/>
        <w:ind w:hanging="426"/>
        <w:rPr>
          <w:rFonts w:ascii="Times New Roman" w:hAnsi="Times New Roman" w:cs="Times New Roman"/>
          <w:sz w:val="24"/>
          <w:szCs w:val="24"/>
        </w:rPr>
      </w:pPr>
    </w:p>
    <w:tbl>
      <w:tblPr>
        <w:tblW w:w="9975" w:type="dxa"/>
        <w:jc w:val="center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</w:tblBorders>
        <w:tblCellMar>
          <w:top w:w="14" w:type="dxa"/>
          <w:left w:w="86" w:type="dxa"/>
          <w:bottom w:w="14" w:type="dxa"/>
          <w:right w:w="86" w:type="dxa"/>
        </w:tblCellMar>
        <w:tblLook w:val="0000" w:firstRow="0" w:lastRow="0" w:firstColumn="0" w:lastColumn="0" w:noHBand="0" w:noVBand="0"/>
      </w:tblPr>
      <w:tblGrid>
        <w:gridCol w:w="9975"/>
      </w:tblGrid>
      <w:tr w:rsidR="00642DCE" w14:paraId="7BEDF09F" w14:textId="77777777" w:rsidTr="00B27C42">
        <w:trPr>
          <w:trHeight w:val="288"/>
          <w:jc w:val="center"/>
        </w:trPr>
        <w:tc>
          <w:tcPr>
            <w:tcW w:w="99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E6E6E6"/>
            <w:vAlign w:val="center"/>
          </w:tcPr>
          <w:p w14:paraId="77C28179" w14:textId="419F5FD7" w:rsidR="00CC4524" w:rsidRPr="00CC4524" w:rsidRDefault="00CC4524" w:rsidP="00CC45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4524">
              <w:rPr>
                <w:rFonts w:ascii="Times New Roman" w:hAnsi="Times New Roman" w:cs="Times New Roman"/>
                <w:sz w:val="24"/>
                <w:szCs w:val="24"/>
              </w:rPr>
              <w:t xml:space="preserve">Palun kirjeldage, milliseid kulutusi soovite hüvitada ja nende eesmärke (nt remont, hooldus,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koolitus kulud</w:t>
            </w:r>
            <w:r w:rsidRPr="00CC4524">
              <w:rPr>
                <w:rFonts w:ascii="Times New Roman" w:hAnsi="Times New Roman" w:cs="Times New Roman"/>
                <w:sz w:val="24"/>
                <w:szCs w:val="24"/>
              </w:rPr>
              <w:t>, varustuse soetamine jne).</w:t>
            </w:r>
          </w:p>
        </w:tc>
      </w:tr>
      <w:tr w:rsidR="00642DCE" w:rsidRPr="008E093A" w14:paraId="5A6AC1E6" w14:textId="77777777" w:rsidTr="00B27C42">
        <w:trPr>
          <w:trHeight w:val="1008"/>
          <w:jc w:val="center"/>
        </w:trPr>
        <w:tc>
          <w:tcPr>
            <w:tcW w:w="9975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tbl>
            <w:tblPr>
              <w:tblStyle w:val="Kontuurtabel"/>
              <w:tblW w:w="0" w:type="auto"/>
              <w:tblLook w:val="04A0" w:firstRow="1" w:lastRow="0" w:firstColumn="1" w:lastColumn="0" w:noHBand="0" w:noVBand="1"/>
            </w:tblPr>
            <w:tblGrid>
              <w:gridCol w:w="1562"/>
              <w:gridCol w:w="2458"/>
              <w:gridCol w:w="1276"/>
              <w:gridCol w:w="1562"/>
              <w:gridCol w:w="2935"/>
            </w:tblGrid>
            <w:tr w:rsidR="00642DCE" w:rsidRPr="00EB29B0" w14:paraId="442F534B" w14:textId="77777777" w:rsidTr="00642DCE">
              <w:tc>
                <w:tcPr>
                  <w:tcW w:w="1562" w:type="dxa"/>
                  <w:shd w:val="clear" w:color="auto" w:fill="D9D9D9" w:themeFill="background1" w:themeFillShade="D9"/>
                </w:tcPr>
                <w:p w14:paraId="432983BC" w14:textId="77777777" w:rsidR="00642DCE" w:rsidRPr="00642DCE" w:rsidRDefault="00642DCE" w:rsidP="00642DC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42DCE">
                    <w:rPr>
                      <w:rFonts w:ascii="Times New Roman" w:hAnsi="Times New Roman" w:cs="Times New Roman"/>
                      <w:sz w:val="24"/>
                      <w:szCs w:val="24"/>
                    </w:rPr>
                    <w:t>Kulutuse tüüp</w:t>
                  </w:r>
                </w:p>
              </w:tc>
              <w:tc>
                <w:tcPr>
                  <w:tcW w:w="2458" w:type="dxa"/>
                  <w:shd w:val="clear" w:color="auto" w:fill="D9D9D9" w:themeFill="background1" w:themeFillShade="D9"/>
                </w:tcPr>
                <w:p w14:paraId="2AAF91F9" w14:textId="77777777" w:rsidR="00642DCE" w:rsidRPr="00642DCE" w:rsidRDefault="00642DCE" w:rsidP="00642DC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42DCE">
                    <w:rPr>
                      <w:rFonts w:ascii="Times New Roman" w:hAnsi="Times New Roman" w:cs="Times New Roman"/>
                      <w:sz w:val="24"/>
                      <w:szCs w:val="24"/>
                    </w:rPr>
                    <w:t>Kirjeldus</w:t>
                  </w:r>
                </w:p>
              </w:tc>
              <w:tc>
                <w:tcPr>
                  <w:tcW w:w="1276" w:type="dxa"/>
                  <w:shd w:val="clear" w:color="auto" w:fill="D9D9D9" w:themeFill="background1" w:themeFillShade="D9"/>
                </w:tcPr>
                <w:p w14:paraId="2C7FCCA8" w14:textId="77777777" w:rsidR="00642DCE" w:rsidRPr="00642DCE" w:rsidRDefault="00642DCE" w:rsidP="00642DC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42DCE">
                    <w:rPr>
                      <w:rFonts w:ascii="Times New Roman" w:hAnsi="Times New Roman" w:cs="Times New Roman"/>
                      <w:sz w:val="24"/>
                      <w:szCs w:val="24"/>
                    </w:rPr>
                    <w:t>Summa (EUR)</w:t>
                  </w:r>
                </w:p>
              </w:tc>
              <w:tc>
                <w:tcPr>
                  <w:tcW w:w="1562" w:type="dxa"/>
                  <w:shd w:val="clear" w:color="auto" w:fill="D9D9D9" w:themeFill="background1" w:themeFillShade="D9"/>
                </w:tcPr>
                <w:p w14:paraId="3DDB22A5" w14:textId="77777777" w:rsidR="00642DCE" w:rsidRPr="00642DCE" w:rsidRDefault="00642DCE" w:rsidP="00642DC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42DCE">
                    <w:rPr>
                      <w:rFonts w:ascii="Times New Roman" w:hAnsi="Times New Roman" w:cs="Times New Roman"/>
                      <w:sz w:val="24"/>
                      <w:szCs w:val="24"/>
                    </w:rPr>
                    <w:t>Kulu kuupäev</w:t>
                  </w:r>
                </w:p>
              </w:tc>
              <w:tc>
                <w:tcPr>
                  <w:tcW w:w="2935" w:type="dxa"/>
                  <w:shd w:val="clear" w:color="auto" w:fill="D9D9D9" w:themeFill="background1" w:themeFillShade="D9"/>
                </w:tcPr>
                <w:p w14:paraId="1ACCF713" w14:textId="77777777" w:rsidR="00642DCE" w:rsidRPr="00642DCE" w:rsidRDefault="00642DCE" w:rsidP="00642DCE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fi-FI"/>
                    </w:rPr>
                  </w:pPr>
                  <w:r w:rsidRPr="00642DCE">
                    <w:rPr>
                      <w:rFonts w:ascii="Times New Roman" w:hAnsi="Times New Roman" w:cs="Times New Roman"/>
                      <w:sz w:val="24"/>
                      <w:szCs w:val="24"/>
                      <w:lang w:val="fi-FI"/>
                    </w:rPr>
                    <w:t xml:space="preserve">Seos </w:t>
                  </w:r>
                  <w:r w:rsidRPr="00642DCE">
                    <w:rPr>
                      <w:rFonts w:ascii="Times New Roman" w:hAnsi="Times New Roman" w:cs="Times New Roman"/>
                      <w:sz w:val="24"/>
                      <w:szCs w:val="24"/>
                    </w:rPr>
                    <w:t>ennetustöö</w:t>
                  </w:r>
                  <w:r w:rsidRPr="00642DCE">
                    <w:rPr>
                      <w:rFonts w:ascii="Times New Roman" w:hAnsi="Times New Roman" w:cs="Times New Roman"/>
                      <w:sz w:val="24"/>
                      <w:szCs w:val="24"/>
                      <w:lang w:val="fi-FI"/>
                    </w:rPr>
                    <w:t xml:space="preserve">/merepäästetööga </w:t>
                  </w:r>
                </w:p>
              </w:tc>
            </w:tr>
            <w:tr w:rsidR="00642DCE" w14:paraId="11B82948" w14:textId="77777777" w:rsidTr="00642DCE">
              <w:tc>
                <w:tcPr>
                  <w:tcW w:w="1562" w:type="dxa"/>
                </w:tcPr>
                <w:p w14:paraId="669B3158" w14:textId="5ABA6EB9" w:rsidR="00642DCE" w:rsidRPr="00642DCE" w:rsidRDefault="008933E0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  <w:lang w:val="fi-FI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fi-FI"/>
                    </w:rPr>
                    <w:t>Arve 1557</w:t>
                  </w:r>
                </w:p>
              </w:tc>
              <w:tc>
                <w:tcPr>
                  <w:tcW w:w="2458" w:type="dxa"/>
                </w:tcPr>
                <w:p w14:paraId="6AC0F9A6" w14:textId="58F9BB7E" w:rsidR="00642DCE" w:rsidRPr="00642DCE" w:rsidRDefault="008933E0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  <w:lang w:val="fi-FI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fi-FI"/>
                    </w:rPr>
                    <w:t>Auto remont/hooldus</w:t>
                  </w:r>
                </w:p>
              </w:tc>
              <w:tc>
                <w:tcPr>
                  <w:tcW w:w="1276" w:type="dxa"/>
                </w:tcPr>
                <w:p w14:paraId="083638BD" w14:textId="1E8DD4DC" w:rsidR="00642DCE" w:rsidRPr="00642DCE" w:rsidRDefault="008933E0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  <w:lang w:val="fi-FI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fi-FI"/>
                    </w:rPr>
                    <w:t>85,96</w:t>
                  </w:r>
                </w:p>
              </w:tc>
              <w:tc>
                <w:tcPr>
                  <w:tcW w:w="1562" w:type="dxa"/>
                </w:tcPr>
                <w:p w14:paraId="232B5F90" w14:textId="09363263" w:rsidR="00642DCE" w:rsidRPr="00642DCE" w:rsidRDefault="008933E0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  <w:lang w:val="fi-FI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fi-FI"/>
                    </w:rPr>
                    <w:t>20.06.2025</w:t>
                  </w:r>
                </w:p>
              </w:tc>
              <w:tc>
                <w:tcPr>
                  <w:tcW w:w="2935" w:type="dxa"/>
                </w:tcPr>
                <w:p w14:paraId="51FDD3EE" w14:textId="3D36994E" w:rsidR="00642DCE" w:rsidRPr="00642DCE" w:rsidRDefault="008933E0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fi-FI"/>
                    </w:rPr>
                    <w:t>Ennetustöö auto</w:t>
                  </w:r>
                </w:p>
              </w:tc>
            </w:tr>
            <w:tr w:rsidR="00642DCE" w14:paraId="69CE8E98" w14:textId="77777777" w:rsidTr="00642DCE">
              <w:tc>
                <w:tcPr>
                  <w:tcW w:w="1562" w:type="dxa"/>
                </w:tcPr>
                <w:p w14:paraId="61145E22" w14:textId="368F8637" w:rsidR="00642DCE" w:rsidRPr="00642DCE" w:rsidRDefault="008933E0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Arve 820</w:t>
                  </w:r>
                </w:p>
              </w:tc>
              <w:tc>
                <w:tcPr>
                  <w:tcW w:w="2458" w:type="dxa"/>
                </w:tcPr>
                <w:p w14:paraId="656C3A48" w14:textId="5F89CFC0" w:rsidR="00642DCE" w:rsidRPr="00642DCE" w:rsidRDefault="008933E0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Auto Aku ost</w:t>
                  </w:r>
                </w:p>
              </w:tc>
              <w:tc>
                <w:tcPr>
                  <w:tcW w:w="1276" w:type="dxa"/>
                </w:tcPr>
                <w:p w14:paraId="0404C6A2" w14:textId="0130E99C" w:rsidR="00642DCE" w:rsidRPr="00642DCE" w:rsidRDefault="008933E0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139.00</w:t>
                  </w:r>
                </w:p>
              </w:tc>
              <w:tc>
                <w:tcPr>
                  <w:tcW w:w="1562" w:type="dxa"/>
                </w:tcPr>
                <w:p w14:paraId="4644EC99" w14:textId="379001F7" w:rsidR="00642DCE" w:rsidRPr="00642DCE" w:rsidRDefault="008933E0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13.10.2025</w:t>
                  </w:r>
                </w:p>
              </w:tc>
              <w:tc>
                <w:tcPr>
                  <w:tcW w:w="2935" w:type="dxa"/>
                </w:tcPr>
                <w:p w14:paraId="5D3588D0" w14:textId="123D8DE5" w:rsidR="00642DCE" w:rsidRPr="00642DCE" w:rsidRDefault="008933E0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Ennetustöö auto vajas uut akut</w:t>
                  </w:r>
                </w:p>
              </w:tc>
            </w:tr>
            <w:tr w:rsidR="00642DCE" w14:paraId="214AEBBB" w14:textId="77777777" w:rsidTr="00642DCE">
              <w:tc>
                <w:tcPr>
                  <w:tcW w:w="1562" w:type="dxa"/>
                </w:tcPr>
                <w:p w14:paraId="344140CD" w14:textId="1B60EEFC" w:rsidR="00642DCE" w:rsidRPr="00642DCE" w:rsidRDefault="00031D76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Arve </w:t>
                  </w:r>
                  <w:r w:rsidR="003A6683">
                    <w:rPr>
                      <w:rFonts w:ascii="Times New Roman" w:hAnsi="Times New Roman" w:cs="Times New Roman"/>
                      <w:sz w:val="20"/>
                      <w:szCs w:val="20"/>
                    </w:rPr>
                    <w:t>211538</w:t>
                  </w:r>
                </w:p>
              </w:tc>
              <w:tc>
                <w:tcPr>
                  <w:tcW w:w="2458" w:type="dxa"/>
                </w:tcPr>
                <w:p w14:paraId="465FBB4F" w14:textId="1E12B2EB" w:rsidR="00642DCE" w:rsidRPr="00642DCE" w:rsidRDefault="00031D76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Kuivülikonna ostu omaosalus</w:t>
                  </w:r>
                </w:p>
              </w:tc>
              <w:tc>
                <w:tcPr>
                  <w:tcW w:w="1276" w:type="dxa"/>
                </w:tcPr>
                <w:p w14:paraId="61A1A070" w14:textId="3BEA64D5" w:rsidR="00642DCE" w:rsidRPr="00642DCE" w:rsidRDefault="003A6683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251.64</w:t>
                  </w:r>
                </w:p>
              </w:tc>
              <w:tc>
                <w:tcPr>
                  <w:tcW w:w="1562" w:type="dxa"/>
                </w:tcPr>
                <w:p w14:paraId="1094C142" w14:textId="6B0770B2" w:rsidR="00642DCE" w:rsidRPr="00642DCE" w:rsidRDefault="003A6683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18</w:t>
                  </w:r>
                  <w:r w:rsidR="00031D76">
                    <w:rPr>
                      <w:rFonts w:ascii="Times New Roman" w:hAnsi="Times New Roman" w:cs="Times New Roman"/>
                      <w:sz w:val="20"/>
                      <w:szCs w:val="20"/>
                    </w:rPr>
                    <w:t>.1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  <w:r w:rsidR="00031D76">
                    <w:rPr>
                      <w:rFonts w:ascii="Times New Roman" w:hAnsi="Times New Roman" w:cs="Times New Roman"/>
                      <w:sz w:val="20"/>
                      <w:szCs w:val="20"/>
                    </w:rPr>
                    <w:t>.2025</w:t>
                  </w:r>
                </w:p>
              </w:tc>
              <w:tc>
                <w:tcPr>
                  <w:tcW w:w="2935" w:type="dxa"/>
                </w:tcPr>
                <w:p w14:paraId="35C6A8EA" w14:textId="273A2D2C" w:rsidR="00642DCE" w:rsidRPr="00642DCE" w:rsidRDefault="00031D76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Isikukaitsevarustuse parandamine</w:t>
                  </w:r>
                </w:p>
              </w:tc>
            </w:tr>
            <w:tr w:rsidR="00642DCE" w14:paraId="0FBFFE36" w14:textId="77777777" w:rsidTr="00642DCE">
              <w:tc>
                <w:tcPr>
                  <w:tcW w:w="1562" w:type="dxa"/>
                </w:tcPr>
                <w:p w14:paraId="57AAADA6" w14:textId="77777777" w:rsidR="00642DCE" w:rsidRPr="00642DCE" w:rsidRDefault="00642DCE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458" w:type="dxa"/>
                </w:tcPr>
                <w:p w14:paraId="49D490D2" w14:textId="77777777" w:rsidR="00642DCE" w:rsidRPr="00642DCE" w:rsidRDefault="00642DCE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276" w:type="dxa"/>
                </w:tcPr>
                <w:p w14:paraId="7AC4A81E" w14:textId="77777777" w:rsidR="00642DCE" w:rsidRPr="00642DCE" w:rsidRDefault="00642DCE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562" w:type="dxa"/>
                </w:tcPr>
                <w:p w14:paraId="65729350" w14:textId="77777777" w:rsidR="00642DCE" w:rsidRPr="00642DCE" w:rsidRDefault="00642DCE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935" w:type="dxa"/>
                </w:tcPr>
                <w:p w14:paraId="778A4D2F" w14:textId="77777777" w:rsidR="00642DCE" w:rsidRPr="00642DCE" w:rsidRDefault="00642DCE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642DCE" w14:paraId="252BDC8F" w14:textId="77777777" w:rsidTr="00642DCE">
              <w:tc>
                <w:tcPr>
                  <w:tcW w:w="1562" w:type="dxa"/>
                </w:tcPr>
                <w:p w14:paraId="53881417" w14:textId="77777777" w:rsidR="00642DCE" w:rsidRPr="00642DCE" w:rsidRDefault="00642DCE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458" w:type="dxa"/>
                </w:tcPr>
                <w:p w14:paraId="26779238" w14:textId="77777777" w:rsidR="00642DCE" w:rsidRPr="00642DCE" w:rsidRDefault="00642DCE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276" w:type="dxa"/>
                </w:tcPr>
                <w:p w14:paraId="54313C58" w14:textId="77777777" w:rsidR="00642DCE" w:rsidRPr="00642DCE" w:rsidRDefault="00642DCE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562" w:type="dxa"/>
                </w:tcPr>
                <w:p w14:paraId="7FE4D92D" w14:textId="77777777" w:rsidR="00642DCE" w:rsidRPr="00642DCE" w:rsidRDefault="00642DCE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935" w:type="dxa"/>
                </w:tcPr>
                <w:p w14:paraId="096C920E" w14:textId="77777777" w:rsidR="00642DCE" w:rsidRPr="00642DCE" w:rsidRDefault="00642DCE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642DCE" w14:paraId="1ABEE88A" w14:textId="77777777" w:rsidTr="00642DCE">
              <w:tc>
                <w:tcPr>
                  <w:tcW w:w="1562" w:type="dxa"/>
                </w:tcPr>
                <w:p w14:paraId="1EB919A4" w14:textId="77777777" w:rsidR="00642DCE" w:rsidRPr="00642DCE" w:rsidRDefault="00642DCE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458" w:type="dxa"/>
                </w:tcPr>
                <w:p w14:paraId="3E196B31" w14:textId="77777777" w:rsidR="00642DCE" w:rsidRPr="00642DCE" w:rsidRDefault="00642DCE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276" w:type="dxa"/>
                </w:tcPr>
                <w:p w14:paraId="7031FCA2" w14:textId="77777777" w:rsidR="00642DCE" w:rsidRPr="00642DCE" w:rsidRDefault="00642DCE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562" w:type="dxa"/>
                </w:tcPr>
                <w:p w14:paraId="48B5B7C8" w14:textId="77777777" w:rsidR="00642DCE" w:rsidRPr="00642DCE" w:rsidRDefault="00642DCE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935" w:type="dxa"/>
                </w:tcPr>
                <w:p w14:paraId="7E5840E7" w14:textId="77777777" w:rsidR="00642DCE" w:rsidRPr="00642DCE" w:rsidRDefault="00642DCE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E7336D" w14:paraId="452D9CCD" w14:textId="77777777" w:rsidTr="00642DCE">
              <w:tc>
                <w:tcPr>
                  <w:tcW w:w="1562" w:type="dxa"/>
                </w:tcPr>
                <w:p w14:paraId="62E68435" w14:textId="77777777" w:rsidR="00E7336D" w:rsidRPr="00642DCE" w:rsidRDefault="00E7336D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458" w:type="dxa"/>
                </w:tcPr>
                <w:p w14:paraId="406AD1AD" w14:textId="77777777" w:rsidR="00E7336D" w:rsidRPr="00642DCE" w:rsidRDefault="00E7336D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276" w:type="dxa"/>
                </w:tcPr>
                <w:p w14:paraId="5CFAAD51" w14:textId="77777777" w:rsidR="00E7336D" w:rsidRPr="00642DCE" w:rsidRDefault="00E7336D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562" w:type="dxa"/>
                </w:tcPr>
                <w:p w14:paraId="17D7E39B" w14:textId="77777777" w:rsidR="00E7336D" w:rsidRPr="00642DCE" w:rsidRDefault="00E7336D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935" w:type="dxa"/>
                </w:tcPr>
                <w:p w14:paraId="5043695B" w14:textId="77777777" w:rsidR="00E7336D" w:rsidRPr="00642DCE" w:rsidRDefault="00E7336D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E7336D" w14:paraId="723EA9B6" w14:textId="77777777" w:rsidTr="00642DCE">
              <w:tc>
                <w:tcPr>
                  <w:tcW w:w="1562" w:type="dxa"/>
                </w:tcPr>
                <w:p w14:paraId="01E54F06" w14:textId="77777777" w:rsidR="00E7336D" w:rsidRPr="00642DCE" w:rsidRDefault="00E7336D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458" w:type="dxa"/>
                </w:tcPr>
                <w:p w14:paraId="551557E5" w14:textId="77777777" w:rsidR="00E7336D" w:rsidRPr="00642DCE" w:rsidRDefault="00E7336D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276" w:type="dxa"/>
                </w:tcPr>
                <w:p w14:paraId="2ED9C74F" w14:textId="77777777" w:rsidR="00E7336D" w:rsidRPr="00642DCE" w:rsidRDefault="00E7336D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562" w:type="dxa"/>
                </w:tcPr>
                <w:p w14:paraId="73BFE761" w14:textId="77777777" w:rsidR="00E7336D" w:rsidRPr="00642DCE" w:rsidRDefault="00E7336D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935" w:type="dxa"/>
                </w:tcPr>
                <w:p w14:paraId="241C7198" w14:textId="77777777" w:rsidR="00E7336D" w:rsidRPr="00642DCE" w:rsidRDefault="00E7336D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E7336D" w14:paraId="1D056268" w14:textId="77777777" w:rsidTr="00642DCE">
              <w:tc>
                <w:tcPr>
                  <w:tcW w:w="1562" w:type="dxa"/>
                </w:tcPr>
                <w:p w14:paraId="69018E9F" w14:textId="77777777" w:rsidR="00E7336D" w:rsidRPr="00642DCE" w:rsidRDefault="00E7336D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458" w:type="dxa"/>
                </w:tcPr>
                <w:p w14:paraId="7BC94BFD" w14:textId="77777777" w:rsidR="00E7336D" w:rsidRPr="00642DCE" w:rsidRDefault="00E7336D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276" w:type="dxa"/>
                </w:tcPr>
                <w:p w14:paraId="74752E21" w14:textId="77777777" w:rsidR="00E7336D" w:rsidRPr="00642DCE" w:rsidRDefault="00E7336D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562" w:type="dxa"/>
                </w:tcPr>
                <w:p w14:paraId="4E77A6B1" w14:textId="77777777" w:rsidR="00E7336D" w:rsidRPr="00642DCE" w:rsidRDefault="00E7336D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935" w:type="dxa"/>
                </w:tcPr>
                <w:p w14:paraId="5F42B422" w14:textId="77777777" w:rsidR="00E7336D" w:rsidRPr="00642DCE" w:rsidRDefault="00E7336D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E7336D" w14:paraId="090BB337" w14:textId="77777777" w:rsidTr="00642DCE">
              <w:tc>
                <w:tcPr>
                  <w:tcW w:w="1562" w:type="dxa"/>
                </w:tcPr>
                <w:p w14:paraId="729CF264" w14:textId="77777777" w:rsidR="00E7336D" w:rsidRPr="00642DCE" w:rsidRDefault="00E7336D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458" w:type="dxa"/>
                </w:tcPr>
                <w:p w14:paraId="0A0BD287" w14:textId="77777777" w:rsidR="00E7336D" w:rsidRPr="00642DCE" w:rsidRDefault="00E7336D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276" w:type="dxa"/>
                </w:tcPr>
                <w:p w14:paraId="0298439D" w14:textId="77777777" w:rsidR="00E7336D" w:rsidRPr="00642DCE" w:rsidRDefault="00E7336D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562" w:type="dxa"/>
                </w:tcPr>
                <w:p w14:paraId="266684DA" w14:textId="77777777" w:rsidR="00E7336D" w:rsidRPr="00642DCE" w:rsidRDefault="00E7336D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935" w:type="dxa"/>
                </w:tcPr>
                <w:p w14:paraId="4603561F" w14:textId="77777777" w:rsidR="00E7336D" w:rsidRPr="00642DCE" w:rsidRDefault="00E7336D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E7336D" w14:paraId="176C8B8D" w14:textId="77777777" w:rsidTr="00642DCE">
              <w:tc>
                <w:tcPr>
                  <w:tcW w:w="1562" w:type="dxa"/>
                </w:tcPr>
                <w:p w14:paraId="20E6F131" w14:textId="77777777" w:rsidR="00E7336D" w:rsidRPr="00642DCE" w:rsidRDefault="00E7336D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458" w:type="dxa"/>
                </w:tcPr>
                <w:p w14:paraId="56BF9EB8" w14:textId="77777777" w:rsidR="00E7336D" w:rsidRPr="00642DCE" w:rsidRDefault="00E7336D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276" w:type="dxa"/>
                </w:tcPr>
                <w:p w14:paraId="1038E259" w14:textId="77777777" w:rsidR="00E7336D" w:rsidRPr="00642DCE" w:rsidRDefault="00E7336D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562" w:type="dxa"/>
                </w:tcPr>
                <w:p w14:paraId="71501A37" w14:textId="77777777" w:rsidR="00E7336D" w:rsidRPr="00642DCE" w:rsidRDefault="00E7336D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935" w:type="dxa"/>
                </w:tcPr>
                <w:p w14:paraId="290A9E6D" w14:textId="77777777" w:rsidR="00E7336D" w:rsidRPr="00642DCE" w:rsidRDefault="00E7336D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E7336D" w14:paraId="1B558BF2" w14:textId="77777777" w:rsidTr="00642DCE">
              <w:tc>
                <w:tcPr>
                  <w:tcW w:w="1562" w:type="dxa"/>
                </w:tcPr>
                <w:p w14:paraId="3A324C6E" w14:textId="77777777" w:rsidR="00E7336D" w:rsidRPr="00642DCE" w:rsidRDefault="00E7336D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458" w:type="dxa"/>
                </w:tcPr>
                <w:p w14:paraId="36AAF83F" w14:textId="77777777" w:rsidR="00E7336D" w:rsidRPr="00642DCE" w:rsidRDefault="00E7336D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276" w:type="dxa"/>
                </w:tcPr>
                <w:p w14:paraId="58024C05" w14:textId="77777777" w:rsidR="00E7336D" w:rsidRPr="00642DCE" w:rsidRDefault="00E7336D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562" w:type="dxa"/>
                </w:tcPr>
                <w:p w14:paraId="6B2B526D" w14:textId="77777777" w:rsidR="00E7336D" w:rsidRPr="00642DCE" w:rsidRDefault="00E7336D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935" w:type="dxa"/>
                </w:tcPr>
                <w:p w14:paraId="78060E0A" w14:textId="77777777" w:rsidR="00E7336D" w:rsidRPr="00642DCE" w:rsidRDefault="00E7336D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642DCE" w14:paraId="2DDC5943" w14:textId="77777777" w:rsidTr="00642DCE">
              <w:tc>
                <w:tcPr>
                  <w:tcW w:w="1562" w:type="dxa"/>
                </w:tcPr>
                <w:p w14:paraId="252ADA33" w14:textId="77777777" w:rsidR="00642DCE" w:rsidRPr="00642DCE" w:rsidRDefault="00642DCE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458" w:type="dxa"/>
                </w:tcPr>
                <w:p w14:paraId="78018EDF" w14:textId="77777777" w:rsidR="00642DCE" w:rsidRPr="00642DCE" w:rsidRDefault="00642DCE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276" w:type="dxa"/>
                </w:tcPr>
                <w:p w14:paraId="6ED2F1A0" w14:textId="77777777" w:rsidR="00642DCE" w:rsidRPr="00642DCE" w:rsidRDefault="00642DCE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562" w:type="dxa"/>
                </w:tcPr>
                <w:p w14:paraId="2D8C87A1" w14:textId="77777777" w:rsidR="00642DCE" w:rsidRPr="00642DCE" w:rsidRDefault="00642DCE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935" w:type="dxa"/>
                </w:tcPr>
                <w:p w14:paraId="033BF2C0" w14:textId="77777777" w:rsidR="00642DCE" w:rsidRPr="00642DCE" w:rsidRDefault="00642DCE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642DCE" w14:paraId="6EC704E4" w14:textId="77777777" w:rsidTr="00642DCE">
              <w:tc>
                <w:tcPr>
                  <w:tcW w:w="1562" w:type="dxa"/>
                </w:tcPr>
                <w:p w14:paraId="79592AF1" w14:textId="77777777" w:rsidR="00642DCE" w:rsidRPr="00642DCE" w:rsidRDefault="00642DCE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458" w:type="dxa"/>
                </w:tcPr>
                <w:p w14:paraId="6CD15AF5" w14:textId="77777777" w:rsidR="00642DCE" w:rsidRPr="00642DCE" w:rsidRDefault="00642DCE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276" w:type="dxa"/>
                </w:tcPr>
                <w:p w14:paraId="369B4923" w14:textId="77777777" w:rsidR="00642DCE" w:rsidRPr="00642DCE" w:rsidRDefault="00642DCE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562" w:type="dxa"/>
                </w:tcPr>
                <w:p w14:paraId="7E519F59" w14:textId="77777777" w:rsidR="00642DCE" w:rsidRPr="00642DCE" w:rsidRDefault="00642DCE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935" w:type="dxa"/>
                </w:tcPr>
                <w:p w14:paraId="1C5B1F28" w14:textId="77777777" w:rsidR="00642DCE" w:rsidRPr="00642DCE" w:rsidRDefault="00642DCE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642DCE" w14:paraId="00CD64EE" w14:textId="77777777" w:rsidTr="00642DCE">
              <w:tc>
                <w:tcPr>
                  <w:tcW w:w="1562" w:type="dxa"/>
                </w:tcPr>
                <w:p w14:paraId="641383FB" w14:textId="77777777" w:rsidR="00642DCE" w:rsidRPr="00642DCE" w:rsidRDefault="00642DCE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458" w:type="dxa"/>
                </w:tcPr>
                <w:p w14:paraId="5BBB166A" w14:textId="77777777" w:rsidR="00642DCE" w:rsidRPr="00642DCE" w:rsidRDefault="00642DCE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276" w:type="dxa"/>
                </w:tcPr>
                <w:p w14:paraId="3357BF5E" w14:textId="77777777" w:rsidR="00642DCE" w:rsidRPr="00642DCE" w:rsidRDefault="00642DCE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562" w:type="dxa"/>
                </w:tcPr>
                <w:p w14:paraId="48555157" w14:textId="77777777" w:rsidR="00642DCE" w:rsidRPr="00642DCE" w:rsidRDefault="00642DCE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935" w:type="dxa"/>
                </w:tcPr>
                <w:p w14:paraId="0C1E486E" w14:textId="77777777" w:rsidR="00642DCE" w:rsidRPr="00642DCE" w:rsidRDefault="00642DCE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14:paraId="7450CA38" w14:textId="77777777" w:rsidR="00CC4524" w:rsidRPr="00DB268A" w:rsidRDefault="00CC4524" w:rsidP="00CC4524">
            <w:pPr>
              <w:pStyle w:val="Disclaim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4651DC1" w14:textId="77777777" w:rsidR="00CC4524" w:rsidRPr="00E7336D" w:rsidRDefault="00CC4524" w:rsidP="00CC4524">
      <w:pPr>
        <w:rPr>
          <w:sz w:val="24"/>
          <w:szCs w:val="24"/>
        </w:rPr>
      </w:pPr>
    </w:p>
    <w:tbl>
      <w:tblPr>
        <w:tblW w:w="9975" w:type="dxa"/>
        <w:jc w:val="center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</w:tblBorders>
        <w:tblCellMar>
          <w:top w:w="14" w:type="dxa"/>
          <w:left w:w="86" w:type="dxa"/>
          <w:bottom w:w="14" w:type="dxa"/>
          <w:right w:w="86" w:type="dxa"/>
        </w:tblCellMar>
        <w:tblLook w:val="0000" w:firstRow="0" w:lastRow="0" w:firstColumn="0" w:lastColumn="0" w:noHBand="0" w:noVBand="0"/>
      </w:tblPr>
      <w:tblGrid>
        <w:gridCol w:w="9975"/>
      </w:tblGrid>
      <w:tr w:rsidR="00E7336D" w:rsidRPr="00E7336D" w14:paraId="0EA4F526" w14:textId="77777777" w:rsidTr="00B27C42">
        <w:trPr>
          <w:trHeight w:val="288"/>
          <w:jc w:val="center"/>
        </w:trPr>
        <w:tc>
          <w:tcPr>
            <w:tcW w:w="99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E6E6E6"/>
            <w:vAlign w:val="center"/>
          </w:tcPr>
          <w:p w14:paraId="3AF1242A" w14:textId="77777777" w:rsidR="00642DCE" w:rsidRPr="00E7336D" w:rsidRDefault="00642DCE" w:rsidP="00E733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336D">
              <w:rPr>
                <w:rFonts w:ascii="Times New Roman" w:hAnsi="Times New Roman" w:cs="Times New Roman"/>
                <w:sz w:val="24"/>
                <w:szCs w:val="24"/>
              </w:rPr>
              <w:t>Kas kulud on juba kaetud mõne teise toetuse abil? (Jah/Ei)</w:t>
            </w:r>
          </w:p>
          <w:p w14:paraId="59F7B343" w14:textId="27B4DA09" w:rsidR="00642DCE" w:rsidRPr="00E7336D" w:rsidRDefault="00642DCE" w:rsidP="00E7336D">
            <w:pPr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fi-FI"/>
              </w:rPr>
            </w:pPr>
            <w:r w:rsidRPr="00E7336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Kui Jah</w:t>
            </w:r>
            <w:r w:rsidR="00E7336D" w:rsidRPr="00E7336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või Osaliselt</w:t>
            </w:r>
            <w:r w:rsidRPr="00E7336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, palun selgitage, milline toetus on kulud juba katnud ja millised summad on juba hüvitatud.</w:t>
            </w:r>
          </w:p>
        </w:tc>
      </w:tr>
      <w:tr w:rsidR="00E7336D" w:rsidRPr="00642DCE" w14:paraId="2DE7B555" w14:textId="77777777" w:rsidTr="00B27C42">
        <w:trPr>
          <w:trHeight w:val="1008"/>
          <w:jc w:val="center"/>
        </w:trPr>
        <w:tc>
          <w:tcPr>
            <w:tcW w:w="9975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04FB02B" w14:textId="7E37DECF" w:rsidR="00642DCE" w:rsidRDefault="00031D76" w:rsidP="00642D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Jah--- Arve </w:t>
            </w:r>
            <w:r w:rsidR="003A6683">
              <w:rPr>
                <w:rFonts w:ascii="Times New Roman" w:hAnsi="Times New Roman" w:cs="Times New Roman"/>
                <w:sz w:val="24"/>
                <w:szCs w:val="24"/>
              </w:rPr>
              <w:t>211538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summa on 1</w:t>
            </w:r>
            <w:r w:rsidR="003A6683">
              <w:rPr>
                <w:rFonts w:ascii="Times New Roman" w:hAnsi="Times New Roman" w:cs="Times New Roman"/>
                <w:sz w:val="24"/>
                <w:szCs w:val="24"/>
              </w:rPr>
              <w:t>651.64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millest P</w:t>
            </w:r>
            <w:r w:rsidR="003A6683">
              <w:rPr>
                <w:rFonts w:ascii="Times New Roman" w:hAnsi="Times New Roman" w:cs="Times New Roman"/>
                <w:sz w:val="24"/>
                <w:szCs w:val="24"/>
              </w:rPr>
              <w:t>äästeamet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toetus on 1</w:t>
            </w:r>
            <w:r w:rsidR="003A6683">
              <w:rPr>
                <w:rFonts w:ascii="Times New Roman" w:hAnsi="Times New Roman" w:cs="Times New Roman"/>
                <w:sz w:val="24"/>
                <w:szCs w:val="24"/>
              </w:rPr>
              <w:t>400€</w:t>
            </w:r>
          </w:p>
          <w:p w14:paraId="2CB16E78" w14:textId="52E8216D" w:rsidR="00031D76" w:rsidRPr="00E7336D" w:rsidRDefault="00031D76" w:rsidP="00642D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E061245" w14:textId="77777777" w:rsidR="00642DCE" w:rsidRPr="00E7336D" w:rsidRDefault="00642DCE" w:rsidP="00CC4524">
      <w:pPr>
        <w:rPr>
          <w:u w:val="single"/>
        </w:rPr>
      </w:pPr>
    </w:p>
    <w:tbl>
      <w:tblPr>
        <w:tblW w:w="9975" w:type="dxa"/>
        <w:jc w:val="center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</w:tblBorders>
        <w:tblCellMar>
          <w:top w:w="14" w:type="dxa"/>
          <w:left w:w="86" w:type="dxa"/>
          <w:bottom w:w="14" w:type="dxa"/>
          <w:right w:w="86" w:type="dxa"/>
        </w:tblCellMar>
        <w:tblLook w:val="0000" w:firstRow="0" w:lastRow="0" w:firstColumn="0" w:lastColumn="0" w:noHBand="0" w:noVBand="0"/>
      </w:tblPr>
      <w:tblGrid>
        <w:gridCol w:w="9975"/>
      </w:tblGrid>
      <w:tr w:rsidR="00642DCE" w:rsidRPr="00E7336D" w14:paraId="3EA0D659" w14:textId="77777777" w:rsidTr="00B27C42">
        <w:trPr>
          <w:trHeight w:val="288"/>
          <w:jc w:val="center"/>
        </w:trPr>
        <w:tc>
          <w:tcPr>
            <w:tcW w:w="99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E6E6E6"/>
            <w:vAlign w:val="center"/>
          </w:tcPr>
          <w:p w14:paraId="57ED1DE6" w14:textId="33175AB9" w:rsidR="00642DCE" w:rsidRPr="00E7336D" w:rsidRDefault="00642DCE" w:rsidP="00B27C42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E7336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Palun </w:t>
            </w:r>
            <w:r w:rsidR="00E7336D" w:rsidRPr="00E7336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lisa juurde </w:t>
            </w:r>
            <w:r w:rsidRPr="00E7336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kõik vastavad kulu tõendavad dokumendid, nagu arved, tšekid, pangaülekanded või muud dokumendid, mis kinnitavad, et kulutused on tehtud ja makstud. </w:t>
            </w:r>
          </w:p>
        </w:tc>
      </w:tr>
    </w:tbl>
    <w:p w14:paraId="30B4E9F8" w14:textId="77777777" w:rsidR="00553DF6" w:rsidRPr="00E7336D" w:rsidRDefault="00553DF6" w:rsidP="00553DF6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75" w:type="dxa"/>
        <w:jc w:val="center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</w:tblBorders>
        <w:tblCellMar>
          <w:top w:w="14" w:type="dxa"/>
          <w:left w:w="86" w:type="dxa"/>
          <w:bottom w:w="14" w:type="dxa"/>
          <w:right w:w="86" w:type="dxa"/>
        </w:tblCellMar>
        <w:tblLook w:val="0000" w:firstRow="0" w:lastRow="0" w:firstColumn="0" w:lastColumn="0" w:noHBand="0" w:noVBand="0"/>
      </w:tblPr>
      <w:tblGrid>
        <w:gridCol w:w="968"/>
        <w:gridCol w:w="9007"/>
      </w:tblGrid>
      <w:tr w:rsidR="00553DF6" w:rsidRPr="00E7336D" w14:paraId="0C28BE28" w14:textId="77777777" w:rsidTr="00EE18E6">
        <w:trPr>
          <w:trHeight w:val="288"/>
          <w:jc w:val="center"/>
        </w:trPr>
        <w:tc>
          <w:tcPr>
            <w:tcW w:w="9975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E6E6E6"/>
            <w:vAlign w:val="center"/>
          </w:tcPr>
          <w:p w14:paraId="27809D8C" w14:textId="21C387C0" w:rsidR="00553DF6" w:rsidRPr="00E7336D" w:rsidRDefault="00EE18E6" w:rsidP="00723816">
            <w:pPr>
              <w:pStyle w:val="Pealkiri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7336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Taotleja k</w:t>
            </w:r>
            <w:r w:rsidR="00DB268A" w:rsidRPr="00E7336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innitus</w:t>
            </w:r>
            <w:r w:rsidR="00553DF6" w:rsidRPr="00E7336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ja allkiri</w:t>
            </w:r>
          </w:p>
        </w:tc>
      </w:tr>
      <w:tr w:rsidR="00553DF6" w:rsidRPr="008E093A" w14:paraId="323682BC" w14:textId="77777777" w:rsidTr="00EE18E6">
        <w:trPr>
          <w:trHeight w:val="1008"/>
          <w:jc w:val="center"/>
        </w:trPr>
        <w:tc>
          <w:tcPr>
            <w:tcW w:w="9975" w:type="dxa"/>
            <w:gridSpan w:val="2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5AF219A" w14:textId="77777777" w:rsidR="00642DCE" w:rsidRDefault="00642DCE" w:rsidP="00642D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336D">
              <w:rPr>
                <w:rFonts w:ascii="Times New Roman" w:hAnsi="Times New Roman" w:cs="Times New Roman"/>
                <w:sz w:val="24"/>
                <w:szCs w:val="24"/>
              </w:rPr>
              <w:t>Kinnitan, et kõik esitatud andmed on õiged ja täielikud.</w:t>
            </w:r>
          </w:p>
          <w:p w14:paraId="09B087BA" w14:textId="77777777" w:rsidR="00E7336D" w:rsidRPr="00E7336D" w:rsidRDefault="00E7336D" w:rsidP="00642D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AA8E012" w14:textId="77777777" w:rsidR="00642DCE" w:rsidRPr="00E7336D" w:rsidRDefault="00642DCE" w:rsidP="00642D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336D">
              <w:rPr>
                <w:rFonts w:ascii="Times New Roman" w:hAnsi="Times New Roman" w:cs="Times New Roman"/>
                <w:sz w:val="24"/>
                <w:szCs w:val="24"/>
              </w:rPr>
              <w:t>Kinnitan, et taotletud kulud ei ole varem saanud hüvitist mõne teise toetuse kaudu (topelt hüvitamine on välistatud).</w:t>
            </w:r>
          </w:p>
          <w:p w14:paraId="1B58A173" w14:textId="77777777" w:rsidR="00553DF6" w:rsidRPr="00E7336D" w:rsidRDefault="00553DF6" w:rsidP="00723816">
            <w:pPr>
              <w:pStyle w:val="Disclaim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268A" w14:paraId="78D11DC5" w14:textId="77777777" w:rsidTr="00EE18E6">
        <w:trPr>
          <w:trHeight w:val="403"/>
          <w:jc w:val="center"/>
        </w:trPr>
        <w:tc>
          <w:tcPr>
            <w:tcW w:w="9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nil"/>
            </w:tcBorders>
            <w:vAlign w:val="center"/>
          </w:tcPr>
          <w:p w14:paraId="7042247C" w14:textId="77777777" w:rsidR="00DB268A" w:rsidRPr="00E7336D" w:rsidRDefault="00DB268A" w:rsidP="007238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336D">
              <w:rPr>
                <w:rFonts w:ascii="Times New Roman" w:hAnsi="Times New Roman" w:cs="Times New Roman"/>
                <w:sz w:val="24"/>
                <w:szCs w:val="24"/>
              </w:rPr>
              <w:t>Allkiri</w:t>
            </w:r>
          </w:p>
        </w:tc>
        <w:tc>
          <w:tcPr>
            <w:tcW w:w="900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vAlign w:val="center"/>
          </w:tcPr>
          <w:p w14:paraId="347EA01C" w14:textId="77777777" w:rsidR="00DB268A" w:rsidRPr="00E7336D" w:rsidRDefault="00DB268A" w:rsidP="00723816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E7336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allkirjastatud digitaalselt</w:t>
            </w:r>
          </w:p>
        </w:tc>
      </w:tr>
    </w:tbl>
    <w:p w14:paraId="2C88BB01" w14:textId="03AF6EA7" w:rsidR="00553DF6" w:rsidRPr="00A628E3" w:rsidRDefault="00E7336D" w:rsidP="00E7336D">
      <w:pPr>
        <w:tabs>
          <w:tab w:val="left" w:pos="5390"/>
        </w:tabs>
        <w:rPr>
          <w:rFonts w:ascii="Times New Roman" w:hAnsi="Times New Roman" w:cs="Times New Roman"/>
          <w:sz w:val="24"/>
          <w:szCs w:val="24"/>
        </w:rPr>
      </w:pPr>
      <w:r>
        <w:lastRenderedPageBreak/>
        <w:tab/>
      </w:r>
    </w:p>
    <w:sectPr w:rsidR="00553DF6" w:rsidRPr="00A628E3">
      <w:headerReference w:type="default" r:id="rId9"/>
      <w:footerReference w:type="default" r:id="rId10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D61FED" w14:textId="77777777" w:rsidR="0075516A" w:rsidRDefault="0075516A" w:rsidP="00553DF6">
      <w:r>
        <w:separator/>
      </w:r>
    </w:p>
  </w:endnote>
  <w:endnote w:type="continuationSeparator" w:id="0">
    <w:p w14:paraId="35B43BCC" w14:textId="77777777" w:rsidR="0075516A" w:rsidRDefault="0075516A" w:rsidP="00553D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751179767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0E1A072C" w14:textId="77777777" w:rsidR="00553DF6" w:rsidRPr="00D83A8D" w:rsidRDefault="00553DF6">
        <w:pPr>
          <w:pStyle w:val="Jalus"/>
          <w:jc w:val="right"/>
          <w:rPr>
            <w:rFonts w:ascii="Times New Roman" w:hAnsi="Times New Roman" w:cs="Times New Roman"/>
            <w:sz w:val="24"/>
            <w:szCs w:val="24"/>
          </w:rPr>
        </w:pPr>
        <w:r w:rsidRPr="00D83A8D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D83A8D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D83A8D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Pr="00D83A8D">
          <w:rPr>
            <w:rFonts w:ascii="Times New Roman" w:hAnsi="Times New Roman" w:cs="Times New Roman"/>
            <w:sz w:val="24"/>
            <w:szCs w:val="24"/>
          </w:rPr>
          <w:t>2</w:t>
        </w:r>
        <w:r w:rsidRPr="00D83A8D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1791D27E" w14:textId="77777777" w:rsidR="00553DF6" w:rsidRDefault="00553DF6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4B4075" w14:textId="77777777" w:rsidR="0075516A" w:rsidRDefault="0075516A" w:rsidP="00553DF6">
      <w:r>
        <w:separator/>
      </w:r>
    </w:p>
  </w:footnote>
  <w:footnote w:type="continuationSeparator" w:id="0">
    <w:p w14:paraId="522DF361" w14:textId="77777777" w:rsidR="0075516A" w:rsidRDefault="0075516A" w:rsidP="00553D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DC4E90" w14:textId="1FE36F17" w:rsidR="00F502BD" w:rsidRPr="00F502BD" w:rsidRDefault="00F502BD" w:rsidP="00F502BD">
    <w:pPr>
      <w:pStyle w:val="Pis"/>
      <w:ind w:hanging="426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E65072D"/>
    <w:multiLevelType w:val="hybridMultilevel"/>
    <w:tmpl w:val="E08CD9D6"/>
    <w:lvl w:ilvl="0" w:tplc="AD0E74B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8791206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4524"/>
    <w:rsid w:val="00031D76"/>
    <w:rsid w:val="0006005E"/>
    <w:rsid w:val="000C6ED6"/>
    <w:rsid w:val="00252A23"/>
    <w:rsid w:val="00313F8C"/>
    <w:rsid w:val="00334A00"/>
    <w:rsid w:val="003A6683"/>
    <w:rsid w:val="003F55B9"/>
    <w:rsid w:val="003F798C"/>
    <w:rsid w:val="00515C63"/>
    <w:rsid w:val="00553DF6"/>
    <w:rsid w:val="005555A4"/>
    <w:rsid w:val="005668E2"/>
    <w:rsid w:val="0056754F"/>
    <w:rsid w:val="006415D3"/>
    <w:rsid w:val="00642DCE"/>
    <w:rsid w:val="00723037"/>
    <w:rsid w:val="0075516A"/>
    <w:rsid w:val="00887B31"/>
    <w:rsid w:val="008933E0"/>
    <w:rsid w:val="008C46C4"/>
    <w:rsid w:val="00994A78"/>
    <w:rsid w:val="00A628E3"/>
    <w:rsid w:val="00AD0E41"/>
    <w:rsid w:val="00B84E10"/>
    <w:rsid w:val="00C45784"/>
    <w:rsid w:val="00CC4524"/>
    <w:rsid w:val="00D4718D"/>
    <w:rsid w:val="00D83A8D"/>
    <w:rsid w:val="00DB268A"/>
    <w:rsid w:val="00E7336D"/>
    <w:rsid w:val="00EE18E6"/>
    <w:rsid w:val="00F502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21488D"/>
  <w15:chartTrackingRefBased/>
  <w15:docId w15:val="{1C4D5561-30E9-43CC-BC09-2F8C62AA45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2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paragraph" w:styleId="Pealkiri1">
    <w:name w:val="heading 1"/>
    <w:basedOn w:val="Normaallaad"/>
    <w:next w:val="Normaallaad"/>
    <w:link w:val="Pealkiri1Mrk"/>
    <w:uiPriority w:val="9"/>
    <w:qFormat/>
    <w:rsid w:val="00553DF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Pealkiri2">
    <w:name w:val="heading 2"/>
    <w:basedOn w:val="Normaallaad"/>
    <w:next w:val="Normaallaad"/>
    <w:link w:val="Pealkiri2Mrk"/>
    <w:unhideWhenUsed/>
    <w:qFormat/>
    <w:rsid w:val="00553DF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553DF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553DF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553DF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553DF6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553DF6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553DF6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553DF6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553DF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553DF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553DF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553DF6"/>
    <w:rPr>
      <w:rFonts w:eastAsiaTheme="majorEastAsia" w:cstheme="majorBidi"/>
      <w:i/>
      <w:iCs/>
      <w:color w:val="0F4761" w:themeColor="accent1" w:themeShade="BF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553DF6"/>
    <w:rPr>
      <w:rFonts w:eastAsiaTheme="majorEastAsia" w:cstheme="majorBidi"/>
      <w:color w:val="0F4761" w:themeColor="accent1" w:themeShade="BF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553DF6"/>
    <w:rPr>
      <w:rFonts w:eastAsiaTheme="majorEastAsia" w:cstheme="majorBidi"/>
      <w:i/>
      <w:iCs/>
      <w:color w:val="595959" w:themeColor="text1" w:themeTint="A6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553DF6"/>
    <w:rPr>
      <w:rFonts w:eastAsiaTheme="majorEastAsia" w:cstheme="majorBidi"/>
      <w:color w:val="595959" w:themeColor="text1" w:themeTint="A6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553DF6"/>
    <w:rPr>
      <w:rFonts w:eastAsiaTheme="majorEastAsia" w:cstheme="majorBidi"/>
      <w:i/>
      <w:iCs/>
      <w:color w:val="272727" w:themeColor="text1" w:themeTint="D8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553DF6"/>
    <w:rPr>
      <w:rFonts w:eastAsiaTheme="majorEastAsia" w:cstheme="majorBidi"/>
      <w:color w:val="272727" w:themeColor="text1" w:themeTint="D8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553DF6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ealkiriMrk">
    <w:name w:val="Pealkiri Märk"/>
    <w:basedOn w:val="Liguvaikefont"/>
    <w:link w:val="Pealkiri"/>
    <w:uiPriority w:val="10"/>
    <w:rsid w:val="00553DF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553DF6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apealkiriMrk">
    <w:name w:val="Alapealkiri Märk"/>
    <w:basedOn w:val="Liguvaikefont"/>
    <w:link w:val="Alapealkiri"/>
    <w:uiPriority w:val="11"/>
    <w:rsid w:val="00553DF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553DF6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TsitaatMrk">
    <w:name w:val="Tsitaat Märk"/>
    <w:basedOn w:val="Liguvaikefont"/>
    <w:link w:val="Tsitaat"/>
    <w:uiPriority w:val="29"/>
    <w:rsid w:val="00553DF6"/>
    <w:rPr>
      <w:i/>
      <w:iCs/>
      <w:color w:val="404040" w:themeColor="text1" w:themeTint="BF"/>
    </w:rPr>
  </w:style>
  <w:style w:type="paragraph" w:styleId="Loendilik">
    <w:name w:val="List Paragraph"/>
    <w:basedOn w:val="Normaallaad"/>
    <w:uiPriority w:val="34"/>
    <w:qFormat/>
    <w:rsid w:val="00553DF6"/>
    <w:pPr>
      <w:ind w:left="720"/>
      <w:contextualSpacing/>
    </w:pPr>
  </w:style>
  <w:style w:type="character" w:styleId="Selgeltmrgatavrhutus">
    <w:name w:val="Intense Emphasis"/>
    <w:basedOn w:val="Liguvaikefont"/>
    <w:uiPriority w:val="21"/>
    <w:qFormat/>
    <w:rsid w:val="00553DF6"/>
    <w:rPr>
      <w:i/>
      <w:iCs/>
      <w:color w:val="0F4761" w:themeColor="accent1" w:themeShade="BF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553DF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553DF6"/>
    <w:rPr>
      <w:i/>
      <w:iCs/>
      <w:color w:val="0F4761" w:themeColor="accent1" w:themeShade="BF"/>
    </w:rPr>
  </w:style>
  <w:style w:type="character" w:styleId="Selgeltmrgatavviide">
    <w:name w:val="Intense Reference"/>
    <w:basedOn w:val="Liguvaikefont"/>
    <w:uiPriority w:val="32"/>
    <w:qFormat/>
    <w:rsid w:val="00553DF6"/>
    <w:rPr>
      <w:b/>
      <w:bCs/>
      <w:smallCaps/>
      <w:color w:val="0F4761" w:themeColor="accent1" w:themeShade="BF"/>
      <w:spacing w:val="5"/>
    </w:rPr>
  </w:style>
  <w:style w:type="paragraph" w:styleId="Pis">
    <w:name w:val="header"/>
    <w:basedOn w:val="Normaallaad"/>
    <w:link w:val="PisMrk"/>
    <w:uiPriority w:val="99"/>
    <w:unhideWhenUsed/>
    <w:rsid w:val="00553DF6"/>
    <w:pPr>
      <w:spacing w:after="240" w:line="276" w:lineRule="auto"/>
      <w:contextualSpacing/>
    </w:pPr>
    <w:rPr>
      <w:spacing w:val="4"/>
      <w:kern w:val="0"/>
    </w:rPr>
  </w:style>
  <w:style w:type="character" w:customStyle="1" w:styleId="PisMrk">
    <w:name w:val="Päis Märk"/>
    <w:basedOn w:val="Liguvaikefont"/>
    <w:link w:val="Pis"/>
    <w:uiPriority w:val="99"/>
    <w:rsid w:val="00553DF6"/>
    <w:rPr>
      <w:spacing w:val="4"/>
      <w:kern w:val="0"/>
    </w:rPr>
  </w:style>
  <w:style w:type="paragraph" w:customStyle="1" w:styleId="Kontaktteave">
    <w:name w:val="Kontaktteave"/>
    <w:basedOn w:val="Normaallaad"/>
    <w:uiPriority w:val="1"/>
    <w:qFormat/>
    <w:rsid w:val="00553DF6"/>
    <w:pPr>
      <w:spacing w:line="276" w:lineRule="auto"/>
    </w:pPr>
    <w:rPr>
      <w:spacing w:val="4"/>
      <w:kern w:val="0"/>
    </w:rPr>
  </w:style>
  <w:style w:type="paragraph" w:styleId="Kuupev">
    <w:name w:val="Date"/>
    <w:basedOn w:val="Normaallaad"/>
    <w:next w:val="Normaallaad"/>
    <w:link w:val="KuupevMrk"/>
    <w:uiPriority w:val="2"/>
    <w:qFormat/>
    <w:rsid w:val="00553DF6"/>
    <w:pPr>
      <w:spacing w:after="480"/>
    </w:pPr>
    <w:rPr>
      <w:spacing w:val="4"/>
      <w:kern w:val="0"/>
    </w:rPr>
  </w:style>
  <w:style w:type="character" w:customStyle="1" w:styleId="KuupevMrk">
    <w:name w:val="Kuupäev Märk"/>
    <w:basedOn w:val="Liguvaikefont"/>
    <w:link w:val="Kuupev"/>
    <w:uiPriority w:val="2"/>
    <w:rsid w:val="00553DF6"/>
    <w:rPr>
      <w:spacing w:val="4"/>
      <w:kern w:val="0"/>
    </w:rPr>
  </w:style>
  <w:style w:type="paragraph" w:styleId="Jalus">
    <w:name w:val="footer"/>
    <w:basedOn w:val="Normaallaad"/>
    <w:link w:val="JalusMrk"/>
    <w:uiPriority w:val="99"/>
    <w:unhideWhenUsed/>
    <w:rsid w:val="00553DF6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553DF6"/>
  </w:style>
  <w:style w:type="paragraph" w:customStyle="1" w:styleId="Disclaimer">
    <w:name w:val="Disclaimer"/>
    <w:basedOn w:val="Normaallaad"/>
    <w:rsid w:val="00553DF6"/>
    <w:pPr>
      <w:spacing w:after="80" w:line="288" w:lineRule="auto"/>
    </w:pPr>
    <w:rPr>
      <w:rFonts w:ascii="Tahoma" w:eastAsia="Times New Roman" w:hAnsi="Tahoma" w:cs="Tahoma"/>
      <w:kern w:val="0"/>
      <w:sz w:val="16"/>
      <w:szCs w:val="16"/>
      <w:lang w:eastAsia="et-EE" w:bidi="et-EE"/>
    </w:rPr>
  </w:style>
  <w:style w:type="character" w:customStyle="1" w:styleId="ui-provider">
    <w:name w:val="ui-provider"/>
    <w:basedOn w:val="Liguvaikefont"/>
    <w:rsid w:val="00553DF6"/>
  </w:style>
  <w:style w:type="table" w:styleId="Kontuurtabel">
    <w:name w:val="Table Grid"/>
    <w:basedOn w:val="Normaaltabel"/>
    <w:uiPriority w:val="59"/>
    <w:rsid w:val="00CC452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perlink">
    <w:name w:val="Hyperlink"/>
    <w:basedOn w:val="Liguvaikefont"/>
    <w:uiPriority w:val="99"/>
    <w:unhideWhenUsed/>
    <w:rsid w:val="008933E0"/>
    <w:rPr>
      <w:color w:val="467886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8933E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Hiie.paas.002@gmail.com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S:\arendus_o_valmisoleku_reageerimise_b\SAR%20teenus\3.%20Vabatahtlik%20merep&#228;&#228;ste\Eelarve,%20h&#252;vitamine\Komisjoni%20t&#246;&#246;\2024.42%20ootel\Kulude%20h&#252;vitamine\kulude%20h&#252;vitamise%20taotlusvorm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E24ED94247064063AF90DA8C9B55B1A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7EBC154-D81F-4C16-8DA9-D707E327CBBD}"/>
      </w:docPartPr>
      <w:docPartBody>
        <w:p w:rsidR="00BF1834" w:rsidRDefault="00BF1834">
          <w:pPr>
            <w:pStyle w:val="E24ED94247064063AF90DA8C9B55B1AD"/>
          </w:pPr>
          <w:r>
            <w:rPr>
              <w:lang w:bidi="et-EE"/>
            </w:rPr>
            <w:t>Teie nimi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1834"/>
    <w:rsid w:val="000C6ED6"/>
    <w:rsid w:val="003E6DAA"/>
    <w:rsid w:val="005555A4"/>
    <w:rsid w:val="00723037"/>
    <w:rsid w:val="00AF0AE0"/>
    <w:rsid w:val="00BF18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t-EE" w:eastAsia="et-EE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E24ED94247064063AF90DA8C9B55B1AD">
    <w:name w:val="E24ED94247064063AF90DA8C9B55B1AD"/>
  </w:style>
  <w:style w:type="paragraph" w:customStyle="1" w:styleId="C3A356BCB77F476DBA2A8DA5EE46B375">
    <w:name w:val="C3A356BCB77F476DBA2A8DA5EE46B375"/>
  </w:style>
  <w:style w:type="paragraph" w:customStyle="1" w:styleId="7C13B74621F24AD68B9B8934A08EE45F">
    <w:name w:val="7C13B74621F24AD68B9B8934A08EE45F"/>
  </w:style>
  <w:style w:type="paragraph" w:customStyle="1" w:styleId="BA9D93B8D953403389575DBB4FADBB12">
    <w:name w:val="BA9D93B8D953403389575DBB4FADBB1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1A1F44-25DE-4A84-88DE-26C00C7AF8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kulude hüvitamise taotlusvorm</Template>
  <TotalTime>130</TotalTime>
  <Pages>2</Pages>
  <Words>202</Words>
  <Characters>1174</Characters>
  <Application>Microsoft Office Word</Application>
  <DocSecurity>0</DocSecurity>
  <Lines>9</Lines>
  <Paragraphs>2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Kristo Kotkas</dc:creator>
  <cp:keywords/>
  <dc:description/>
  <cp:lastModifiedBy>hiie.paas.002@gmail.com</cp:lastModifiedBy>
  <cp:revision>7</cp:revision>
  <dcterms:created xsi:type="dcterms:W3CDTF">2025-12-02T10:16:00Z</dcterms:created>
  <dcterms:modified xsi:type="dcterms:W3CDTF">2025-12-05T12:55:00Z</dcterms:modified>
  <cp:contentStatus>Hiie Paas</cp:contentStatus>
</cp:coreProperties>
</file>